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379" w:rsidRDefault="008C7092" w:rsidP="005059FD">
      <w:pPr>
        <w:pStyle w:val="ContactInfo"/>
        <w:wordWrap w:val="0"/>
      </w:pPr>
      <w:sdt>
        <w:sdtPr>
          <w:alias w:val="Street Address"/>
          <w:tag w:val="Street Address"/>
          <w:id w:val="1415969137"/>
          <w:placeholder>
            <w:docPart w:val="A7E43E4AB6AF498CBD4A91EF3D709065"/>
          </w:placeholder>
          <w:dataBinding w:prefixMappings="xmlns:ns0='http://schemas.microsoft.com/office/2006/coverPageProps' " w:xpath="/ns0:CoverPageProperties[1]/ns0:CompanyAddress[1]" w:storeItemID="{55AF091B-3C7A-41E3-B477-F2FDAA23CFDA}"/>
          <w:text w:multiLine="1"/>
        </w:sdtPr>
        <w:sdtEndPr/>
        <w:sdtContent>
          <w:r w:rsidR="005059FD">
            <w:rPr>
              <w:rFonts w:ascii="맑은 고딕" w:eastAsia="맑은 고딕" w:hAnsi="맑은 고딕" w:cs="맑은 고딕" w:hint="eastAsia"/>
              <w:lang w:eastAsia="ko-KR"/>
            </w:rPr>
            <w:t xml:space="preserve">3F </w:t>
          </w:r>
          <w:r w:rsidR="005059FD">
            <w:rPr>
              <w:rFonts w:ascii="맑은 고딕" w:eastAsia="맑은 고딕" w:hAnsi="맑은 고딕" w:cs="맑은 고딕"/>
              <w:lang w:eastAsia="ko-KR"/>
            </w:rPr>
            <w:t>NAMSANSQUARE B/D 173 TOEGYERO JUNGGU SEOUL KOR</w:t>
          </w:r>
        </w:sdtContent>
      </w:sdt>
    </w:p>
    <w:sdt>
      <w:sdtPr>
        <w:rPr>
          <w:rFonts w:hint="eastAsia"/>
          <w:lang w:eastAsia="zh-CN"/>
        </w:rPr>
        <w:alias w:val="Category"/>
        <w:tag w:val=""/>
        <w:id w:val="1543715586"/>
        <w:placeholder>
          <w:docPart w:val="663CA9BF5D1E483D8871630B588A9DB5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p w:rsidR="00A64379" w:rsidRDefault="007D4563" w:rsidP="00EE334E">
          <w:pPr>
            <w:pStyle w:val="ContactInfo"/>
            <w:tabs>
              <w:tab w:val="left" w:pos="345"/>
              <w:tab w:val="right" w:pos="10080"/>
            </w:tabs>
            <w:jc w:val="left"/>
          </w:pPr>
          <w:r>
            <w:rPr>
              <w:rFonts w:hint="eastAsia"/>
              <w:lang w:eastAsia="zh-CN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04554</w:t>
          </w:r>
        </w:p>
      </w:sdtContent>
    </w:sdt>
    <w:p w:rsidR="00A64379" w:rsidRDefault="008C7092">
      <w:pPr>
        <w:pStyle w:val="ContactInfo"/>
      </w:pPr>
      <w:sdt>
        <w:sdtPr>
          <w:alias w:val="Telephone"/>
          <w:tag w:val="Telephone"/>
          <w:id w:val="599758962"/>
          <w:placeholder>
            <w:docPart w:val="FE0E0180475C40EA84DCE8A673202CCD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5059FD">
            <w:t>02-750-7800</w:t>
          </w:r>
        </w:sdtContent>
      </w:sdt>
    </w:p>
    <w:sdt>
      <w:sdtPr>
        <w:rPr>
          <w:rFonts w:hint="eastAsia"/>
          <w:lang w:eastAsia="zh-CN"/>
        </w:rPr>
        <w:alias w:val="Website"/>
        <w:tag w:val="Website"/>
        <w:id w:val="48967594"/>
        <w:placeholder>
          <w:docPart w:val="C6C5CF9082F849319D99B8A4BCAB0B3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p w:rsidR="00A64379" w:rsidRDefault="007D4563" w:rsidP="00EE334E">
          <w:pPr>
            <w:pStyle w:val="ContactInfo"/>
            <w:tabs>
              <w:tab w:val="center" w:pos="4995"/>
              <w:tab w:val="right" w:pos="9990"/>
            </w:tabs>
            <w:wordWrap w:val="0"/>
            <w:ind w:right="90"/>
            <w:jc w:val="left"/>
          </w:pPr>
          <w:r>
            <w:rPr>
              <w:rFonts w:hint="eastAsia"/>
              <w:lang w:eastAsia="zh-CN"/>
            </w:rPr>
            <w:t xml:space="preserve">                                                                                                                                                                               Chinese visa Application Service Center</w:t>
          </w:r>
        </w:p>
      </w:sdtContent>
    </w:sdt>
    <w:sdt>
      <w:sdtPr>
        <w:alias w:val="Email"/>
        <w:tag w:val=""/>
        <w:id w:val="1889536063"/>
        <w:placeholder>
          <w:docPart w:val="3A86DE7A55B64303A74043580C67ECCC"/>
        </w:placeholder>
        <w:dataBinding w:prefixMappings="xmlns:ns0='http://schemas.microsoft.com/office/2006/coverPageProps' " w:xpath="/ns0:CoverPageProperties[1]/ns0:CompanyEmail[1]" w:storeItemID="{55AF091B-3C7A-41E3-B477-F2FDAA23CFDA}"/>
        <w:text/>
      </w:sdtPr>
      <w:sdtEndPr/>
      <w:sdtContent>
        <w:p w:rsidR="00A64379" w:rsidRDefault="00EE334E" w:rsidP="00EE334E">
          <w:pPr>
            <w:pStyle w:val="ContactInfo"/>
            <w:tabs>
              <w:tab w:val="left" w:pos="4065"/>
              <w:tab w:val="right" w:pos="10080"/>
            </w:tabs>
            <w:jc w:val="left"/>
            <w:rPr>
              <w:rStyle w:val="Emphasis"/>
            </w:rPr>
          </w:pPr>
          <w:r>
            <w:tab/>
          </w:r>
          <w:r>
            <w:tab/>
          </w:r>
          <w:r w:rsidR="005059FD" w:rsidRPr="005059FD">
            <w:t>nansansquarecenter@visaforchina.org</w:t>
          </w:r>
        </w:p>
      </w:sdtContent>
    </w:sdt>
    <w:p w:rsidR="005059FD" w:rsidRPr="00FA6890" w:rsidRDefault="008C7092" w:rsidP="003B0727">
      <w:pPr>
        <w:pStyle w:val="Name"/>
        <w:rPr>
          <w:rFonts w:ascii="굴림" w:eastAsia="굴림" w:hAnsi="굴림"/>
        </w:rPr>
      </w:pPr>
      <w:sdt>
        <w:sdtPr>
          <w:rPr>
            <w:rFonts w:ascii="굴림" w:eastAsia="굴림" w:hAnsi="굴림"/>
            <w:b/>
          </w:rPr>
          <w:alias w:val="Your Name"/>
          <w:tag w:val=""/>
          <w:id w:val="1197042864"/>
          <w:placeholder>
            <w:docPart w:val="1E75B54CD04F41F9A094BF106C666B3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5059FD" w:rsidRPr="00FA6890">
            <w:rPr>
              <w:rFonts w:ascii="굴림" w:eastAsia="굴림" w:hAnsi="굴림" w:cs="바탕" w:hint="eastAsia"/>
              <w:b/>
            </w:rPr>
            <w:t>여행</w:t>
          </w:r>
          <w:r w:rsidR="005059FD" w:rsidRPr="00FA6890">
            <w:rPr>
              <w:rFonts w:ascii="굴림" w:eastAsia="굴림" w:hAnsi="굴림"/>
              <w:b/>
            </w:rPr>
            <w:t xml:space="preserve"> </w:t>
          </w:r>
          <w:r w:rsidR="005059FD" w:rsidRPr="00FA6890">
            <w:rPr>
              <w:rFonts w:ascii="굴림" w:eastAsia="굴림" w:hAnsi="굴림" w:cs="바탕" w:hint="eastAsia"/>
              <w:b/>
            </w:rPr>
            <w:t>일정표</w:t>
          </w:r>
          <w:r w:rsidR="005059FD" w:rsidRPr="00FA6890">
            <w:rPr>
              <w:rFonts w:ascii="굴림" w:eastAsia="굴림" w:hAnsi="굴림"/>
              <w:b/>
            </w:rPr>
            <w:t xml:space="preserve"> ( Travel Schedule)</w:t>
          </w:r>
        </w:sdtContent>
      </w:sdt>
    </w:p>
    <w:tbl>
      <w:tblPr>
        <w:tblStyle w:val="LetterTable"/>
        <w:tblW w:w="10065" w:type="dxa"/>
        <w:tblInd w:w="-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8041"/>
      </w:tblGrid>
      <w:tr w:rsidR="00773755" w:rsidRPr="00FA6890" w:rsidTr="005C3E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  <w:tcBorders>
              <w:top w:val="single" w:sz="4" w:space="0" w:color="auto"/>
            </w:tcBorders>
          </w:tcPr>
          <w:p w:rsidR="00DD5A2A" w:rsidRPr="00FA6890" w:rsidRDefault="00DD5A2A" w:rsidP="00FA6890">
            <w:pPr>
              <w:tabs>
                <w:tab w:val="left" w:pos="6255"/>
              </w:tabs>
              <w:jc w:val="center"/>
              <w:rPr>
                <w:rFonts w:ascii="굴림" w:eastAsia="굴림" w:hAnsi="굴림"/>
                <w:b/>
                <w:lang w:eastAsia="ko-KR"/>
              </w:rPr>
            </w:pPr>
            <w:r w:rsidRPr="00FA6890">
              <w:rPr>
                <w:rFonts w:ascii="굴림" w:eastAsia="굴림" w:hAnsi="굴림" w:hint="eastAsia"/>
                <w:b/>
                <w:lang w:eastAsia="ko-KR"/>
              </w:rPr>
              <w:t>날짜（</w:t>
            </w:r>
            <w:r w:rsidRPr="00FA6890">
              <w:rPr>
                <w:rFonts w:ascii="굴림" w:eastAsia="굴림" w:hAnsi="굴림" w:cs="맑은 고딕" w:hint="eastAsia"/>
                <w:b/>
                <w:lang w:eastAsia="ko-KR"/>
              </w:rPr>
              <w:t>년/월/일</w:t>
            </w:r>
            <w:r w:rsidRPr="00FA6890">
              <w:rPr>
                <w:rFonts w:ascii="굴림" w:eastAsia="굴림" w:hAnsi="굴림" w:cs="맑은 고딕"/>
                <w:b/>
                <w:lang w:eastAsia="ko-KR"/>
              </w:rPr>
              <w:t>）</w:t>
            </w:r>
          </w:p>
        </w:tc>
        <w:tc>
          <w:tcPr>
            <w:tcW w:w="8043" w:type="dxa"/>
            <w:tcBorders>
              <w:top w:val="single" w:sz="4" w:space="0" w:color="auto"/>
            </w:tcBorders>
          </w:tcPr>
          <w:p w:rsidR="00773755" w:rsidRPr="00FA6890" w:rsidRDefault="003B0727" w:rsidP="00FA6890">
            <w:pPr>
              <w:tabs>
                <w:tab w:val="left" w:pos="6255"/>
              </w:tabs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  <w:b/>
              </w:rPr>
            </w:pPr>
            <w:r w:rsidRPr="00FA6890">
              <w:rPr>
                <w:rFonts w:ascii="굴림" w:eastAsia="굴림" w:hAnsi="굴림" w:cs="맑은 고딕" w:hint="eastAsia"/>
                <w:b/>
                <w:lang w:eastAsia="ko-KR"/>
              </w:rPr>
              <w:t xml:space="preserve">일정 </w:t>
            </w:r>
            <w:r w:rsidRPr="00FA6890">
              <w:rPr>
                <w:rFonts w:ascii="굴림" w:eastAsia="굴림" w:hAnsi="굴림" w:cs="맑은 고딕"/>
                <w:b/>
                <w:lang w:eastAsia="ko-KR"/>
              </w:rPr>
              <w:t>(sCHEDULE)</w:t>
            </w: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  <w:b w:val="0"/>
                <w:lang w:eastAsia="ko-KR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  <w:lang w:eastAsia="ko-KR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  <w:b w:val="0"/>
                <w:lang w:eastAsia="ko-KR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  <w:b w:val="0"/>
                <w:lang w:eastAsia="ko-KR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  <w:lang w:eastAsia="ko-KR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  <w:b w:val="0"/>
                <w:lang w:eastAsia="ko-KR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  <w:b w:val="0"/>
                <w:lang w:eastAsia="ko-KR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773755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773755" w:rsidRPr="00E654E9" w:rsidRDefault="00773755" w:rsidP="005C3ED2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773755" w:rsidRPr="00E654E9" w:rsidRDefault="00773755" w:rsidP="005059FD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8841D7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8841D7" w:rsidRPr="00E654E9" w:rsidRDefault="008841D7" w:rsidP="008841D7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8841D7" w:rsidRPr="00E654E9" w:rsidRDefault="008841D7" w:rsidP="008841D7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8841D7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8841D7" w:rsidRPr="00E654E9" w:rsidRDefault="008841D7" w:rsidP="008841D7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8841D7" w:rsidRPr="00E654E9" w:rsidRDefault="008841D7" w:rsidP="008841D7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8841D7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8841D7" w:rsidRPr="00E654E9" w:rsidRDefault="008841D7" w:rsidP="008841D7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8841D7" w:rsidRPr="00E654E9" w:rsidRDefault="008841D7" w:rsidP="008841D7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8841D7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8841D7" w:rsidRPr="00E654E9" w:rsidRDefault="008841D7" w:rsidP="008841D7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8841D7" w:rsidRPr="00E654E9" w:rsidRDefault="008841D7" w:rsidP="008841D7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8841D7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8841D7" w:rsidRPr="00E654E9" w:rsidRDefault="008841D7" w:rsidP="008841D7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8841D7" w:rsidRPr="00E654E9" w:rsidRDefault="008841D7" w:rsidP="008841D7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  <w:tr w:rsidR="008841D7" w:rsidTr="005C3ED2">
        <w:trPr>
          <w:trHeight w:val="6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2" w:type="dxa"/>
          </w:tcPr>
          <w:p w:rsidR="008841D7" w:rsidRPr="00E654E9" w:rsidRDefault="008841D7" w:rsidP="008841D7">
            <w:pPr>
              <w:tabs>
                <w:tab w:val="left" w:pos="6255"/>
              </w:tabs>
              <w:rPr>
                <w:rFonts w:ascii="굴림" w:eastAsia="굴림" w:hAnsi="굴림"/>
              </w:rPr>
            </w:pPr>
          </w:p>
        </w:tc>
        <w:tc>
          <w:tcPr>
            <w:tcW w:w="8043" w:type="dxa"/>
          </w:tcPr>
          <w:p w:rsidR="008841D7" w:rsidRPr="00E654E9" w:rsidRDefault="008841D7" w:rsidP="008841D7">
            <w:pPr>
              <w:tabs>
                <w:tab w:val="left" w:pos="625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굴림" w:eastAsia="굴림" w:hAnsi="굴림"/>
              </w:rPr>
            </w:pPr>
          </w:p>
        </w:tc>
      </w:tr>
    </w:tbl>
    <w:p w:rsidR="00A64379" w:rsidRPr="005059FD" w:rsidRDefault="00EE334E" w:rsidP="005059FD">
      <w:pPr>
        <w:tabs>
          <w:tab w:val="left" w:pos="6255"/>
        </w:tabs>
        <w:rPr>
          <w:rFonts w:eastAsia="MS Mincho"/>
        </w:rPr>
      </w:pPr>
      <w:r>
        <w:rPr>
          <w:noProof/>
          <w:lang w:eastAsia="zh-CN"/>
        </w:rPr>
        <w:drawing>
          <wp:inline distT="0" distB="0" distL="0" distR="0" wp14:anchorId="2BB4E3C6" wp14:editId="5592EE9B">
            <wp:extent cx="6386830" cy="514350"/>
            <wp:effectExtent l="0" t="0" r="0" b="0"/>
            <wp:docPr id="5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3759" cy="585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4379" w:rsidRPr="005059FD">
      <w:footerReference w:type="default" r:id="rId10"/>
      <w:headerReference w:type="first" r:id="rId11"/>
      <w:pgSz w:w="12240" w:h="15840" w:code="1"/>
      <w:pgMar w:top="1080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092" w:rsidRDefault="008C7092">
      <w:pPr>
        <w:spacing w:before="0" w:after="0" w:line="240" w:lineRule="auto"/>
      </w:pPr>
      <w:r>
        <w:separator/>
      </w:r>
    </w:p>
  </w:endnote>
  <w:endnote w:type="continuationSeparator" w:id="0">
    <w:p w:rsidR="008C7092" w:rsidRDefault="008C70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altName w:val="Malgun Gothic"/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379" w:rsidRDefault="00AD64B8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DD5A2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092" w:rsidRDefault="008C7092">
      <w:pPr>
        <w:spacing w:before="0" w:after="0" w:line="240" w:lineRule="auto"/>
      </w:pPr>
      <w:r>
        <w:separator/>
      </w:r>
    </w:p>
  </w:footnote>
  <w:footnote w:type="continuationSeparator" w:id="0">
    <w:p w:rsidR="008C7092" w:rsidRDefault="008C70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34E" w:rsidRDefault="00EE334E" w:rsidP="00EE334E">
    <w:pPr>
      <w:pStyle w:val="Header"/>
      <w:ind w:firstLineChars="200" w:firstLine="400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5D7C7611" wp14:editId="0ACA5E3E">
          <wp:simplePos x="0" y="0"/>
          <wp:positionH relativeFrom="column">
            <wp:posOffset>-95250</wp:posOffset>
          </wp:positionH>
          <wp:positionV relativeFrom="paragraph">
            <wp:posOffset>600075</wp:posOffset>
          </wp:positionV>
          <wp:extent cx="3638550" cy="409575"/>
          <wp:effectExtent l="0" t="0" r="0" b="9525"/>
          <wp:wrapNone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85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9FD"/>
    <w:rsid w:val="001F7D7D"/>
    <w:rsid w:val="003B0727"/>
    <w:rsid w:val="00441A69"/>
    <w:rsid w:val="00447177"/>
    <w:rsid w:val="005059FD"/>
    <w:rsid w:val="005C3ED2"/>
    <w:rsid w:val="00642C52"/>
    <w:rsid w:val="00773755"/>
    <w:rsid w:val="007D4563"/>
    <w:rsid w:val="008841D7"/>
    <w:rsid w:val="008C7092"/>
    <w:rsid w:val="00A04CFD"/>
    <w:rsid w:val="00A64379"/>
    <w:rsid w:val="00AD64B8"/>
    <w:rsid w:val="00B57A07"/>
    <w:rsid w:val="00D93496"/>
    <w:rsid w:val="00DD5A2A"/>
    <w:rsid w:val="00E654E9"/>
    <w:rsid w:val="00ED366D"/>
    <w:rsid w:val="00EE334E"/>
    <w:rsid w:val="00F21E5E"/>
    <w:rsid w:val="00F54A2D"/>
    <w:rsid w:val="00FA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7527CB-0D2D-4C3D-BDFA-8040E6BAB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 w:qFormat="1"/>
    <w:lsdException w:name="Signature" w:semiHidden="1" w:uiPriority="8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 w:qFormat="1"/>
    <w:lsdException w:name="Date" w:semiHidden="1" w:uiPriority="8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7E97AD" w:themeColor="accent1"/>
      <w:sz w:val="21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"/>
    <w:unhideWhenUsed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"/>
    <w:rPr>
      <w:kern w:val="20"/>
    </w:rPr>
  </w:style>
  <w:style w:type="paragraph" w:styleId="Footer">
    <w:name w:val="footer"/>
    <w:basedOn w:val="Normal"/>
    <w:link w:val="FooterChar"/>
    <w:uiPriority w:val="2"/>
    <w:unhideWhenUsed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2"/>
    <w:rPr>
      <w:kern w:val="20"/>
    </w:rPr>
  </w:style>
  <w:style w:type="paragraph" w:customStyle="1" w:styleId="ResumeText">
    <w:name w:val="Resume Text"/>
    <w:basedOn w:val="Normal"/>
    <w:qFormat/>
    <w:pPr>
      <w:spacing w:after="40"/>
      <w:ind w:right="144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7E97AD" w:themeColor="accent1"/>
      <w:kern w:val="20"/>
      <w:sz w:val="21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ResumeTable">
    <w:name w:val="Resume Table"/>
    <w:basedOn w:val="TableNormal"/>
    <w:uiPriority w:val="99"/>
    <w:tblPr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LetterTable">
    <w:name w:val="Letter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8"/>
    <w:qFormat/>
    <w:pPr>
      <w:spacing w:before="1200" w:after="360"/>
    </w:pPr>
    <w:rPr>
      <w:rFonts w:asciiTheme="majorHAnsi" w:eastAsiaTheme="majorEastAsia" w:hAnsiTheme="majorHAnsi" w:cstheme="majorBidi"/>
      <w:caps/>
      <w:color w:val="7E97AD" w:themeColor="accent1"/>
    </w:rPr>
  </w:style>
  <w:style w:type="character" w:customStyle="1" w:styleId="DateChar">
    <w:name w:val="Date Char"/>
    <w:basedOn w:val="DefaultParagraphFont"/>
    <w:link w:val="Date"/>
    <w:uiPriority w:val="8"/>
    <w:rPr>
      <w:rFonts w:asciiTheme="majorHAnsi" w:eastAsiaTheme="majorEastAsia" w:hAnsiTheme="majorHAnsi" w:cstheme="majorBidi"/>
      <w:caps/>
      <w:color w:val="7E97AD" w:themeColor="accent1"/>
      <w:kern w:val="20"/>
    </w:rPr>
  </w:style>
  <w:style w:type="paragraph" w:customStyle="1" w:styleId="Recipient">
    <w:name w:val="Recipient"/>
    <w:basedOn w:val="Normal"/>
    <w:uiPriority w:val="8"/>
    <w:unhideWhenUsed/>
    <w:qFormat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8"/>
    <w:unhideWhenUsed/>
    <w:qFormat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8"/>
    <w:rPr>
      <w:kern w:val="20"/>
    </w:rPr>
  </w:style>
  <w:style w:type="paragraph" w:styleId="Closing">
    <w:name w:val="Closing"/>
    <w:basedOn w:val="Normal"/>
    <w:link w:val="ClosingChar"/>
    <w:uiPriority w:val="8"/>
    <w:unhideWhenUsed/>
    <w:qFormat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8"/>
    <w:rPr>
      <w:kern w:val="20"/>
    </w:rPr>
  </w:style>
  <w:style w:type="paragraph" w:styleId="Signature">
    <w:name w:val="Signature"/>
    <w:basedOn w:val="Normal"/>
    <w:link w:val="SignatureChar"/>
    <w:uiPriority w:val="8"/>
    <w:unhideWhenUsed/>
    <w:qFormat/>
    <w:pPr>
      <w:spacing w:after="48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bCs/>
      <w:kern w:val="20"/>
    </w:rPr>
  </w:style>
  <w:style w:type="character" w:styleId="Emphasis">
    <w:name w:val="Emphasis"/>
    <w:basedOn w:val="DefaultParagraphFont"/>
    <w:uiPriority w:val="2"/>
    <w:unhideWhenUsed/>
    <w:qFormat/>
    <w:rPr>
      <w:color w:val="7E97AD" w:themeColor="accent1"/>
    </w:rPr>
  </w:style>
  <w:style w:type="paragraph" w:customStyle="1" w:styleId="ContactInfo">
    <w:name w:val="Contact Info"/>
    <w:basedOn w:val="Normal"/>
    <w:uiPriority w:val="2"/>
    <w:qFormat/>
    <w:pPr>
      <w:spacing w:after="0" w:line="240" w:lineRule="auto"/>
      <w:jc w:val="right"/>
    </w:pPr>
    <w:rPr>
      <w:sz w:val="18"/>
    </w:rPr>
  </w:style>
  <w:style w:type="paragraph" w:customStyle="1" w:styleId="Name">
    <w:name w:val="Name"/>
    <w:basedOn w:val="Normal"/>
    <w:next w:val="Normal"/>
    <w:uiPriority w:val="1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4" w:color="7E97AD" w:themeColor="accent1"/>
        <w:right w:val="single" w:sz="4" w:space="6" w:color="7E97AD" w:themeColor="accent1"/>
      </w:pBdr>
      <w:shd w:val="clear" w:color="auto" w:fill="7E97AD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0727"/>
    <w:pPr>
      <w:spacing w:before="0"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727"/>
    <w:rPr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15\Root\Templates\1033\TimelessResum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7E43E4AB6AF498CBD4A91EF3D709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8C504-E2C2-4C77-B23A-81858FBA8446}"/>
      </w:docPartPr>
      <w:docPartBody>
        <w:p w:rsidR="00594457" w:rsidRDefault="00A8650D">
          <w:pPr>
            <w:pStyle w:val="A7E43E4AB6AF498CBD4A91EF3D709065"/>
          </w:pPr>
          <w:r>
            <w:t>[Street Address]</w:t>
          </w:r>
        </w:p>
      </w:docPartBody>
    </w:docPart>
    <w:docPart>
      <w:docPartPr>
        <w:name w:val="663CA9BF5D1E483D8871630B588A9D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B1B13-1A2B-4E52-BC9B-7BC716F15E16}"/>
      </w:docPartPr>
      <w:docPartBody>
        <w:p w:rsidR="00594457" w:rsidRDefault="00A8650D">
          <w:pPr>
            <w:pStyle w:val="663CA9BF5D1E483D8871630B588A9DB5"/>
          </w:pPr>
          <w:r>
            <w:t>[City, ST ZIP Code]</w:t>
          </w:r>
        </w:p>
      </w:docPartBody>
    </w:docPart>
    <w:docPart>
      <w:docPartPr>
        <w:name w:val="FE0E0180475C40EA84DCE8A673202C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9FC28B-4A56-4DA7-B6B2-650C5D67F4D6}"/>
      </w:docPartPr>
      <w:docPartBody>
        <w:p w:rsidR="00594457" w:rsidRDefault="00A8650D">
          <w:pPr>
            <w:pStyle w:val="FE0E0180475C40EA84DCE8A673202CCD"/>
          </w:pPr>
          <w:r>
            <w:t>[Telephone]</w:t>
          </w:r>
        </w:p>
      </w:docPartBody>
    </w:docPart>
    <w:docPart>
      <w:docPartPr>
        <w:name w:val="C6C5CF9082F849319D99B8A4BCAB0B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CCD11-B461-4AF9-B63C-6C762EA1D4E9}"/>
      </w:docPartPr>
      <w:docPartBody>
        <w:p w:rsidR="00594457" w:rsidRDefault="00A8650D">
          <w:pPr>
            <w:pStyle w:val="C6C5CF9082F849319D99B8A4BCAB0B3F"/>
          </w:pPr>
          <w:r>
            <w:t>[Website]</w:t>
          </w:r>
        </w:p>
      </w:docPartBody>
    </w:docPart>
    <w:docPart>
      <w:docPartPr>
        <w:name w:val="3A86DE7A55B64303A74043580C67EC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0DE0E5-23B9-4002-8B96-0ADD626EA7D6}"/>
      </w:docPartPr>
      <w:docPartBody>
        <w:p w:rsidR="00594457" w:rsidRDefault="00A8650D">
          <w:pPr>
            <w:pStyle w:val="3A86DE7A55B64303A74043580C67ECCC"/>
          </w:pPr>
          <w:r>
            <w:rPr>
              <w:rStyle w:val="Emphasis"/>
            </w:rPr>
            <w:t>[Email]</w:t>
          </w:r>
        </w:p>
      </w:docPartBody>
    </w:docPart>
    <w:docPart>
      <w:docPartPr>
        <w:name w:val="1E75B54CD04F41F9A094BF106C666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A0990-4ADE-4A9E-993E-289230D6F40B}"/>
      </w:docPartPr>
      <w:docPartBody>
        <w:p w:rsidR="00594457" w:rsidRDefault="00A8650D">
          <w:pPr>
            <w:pStyle w:val="1E75B54CD04F41F9A094BF106C666B39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맑은 고딕">
    <w:altName w:val="Malgun Gothic"/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BE"/>
    <w:rsid w:val="000B5332"/>
    <w:rsid w:val="00594457"/>
    <w:rsid w:val="006114EB"/>
    <w:rsid w:val="00827250"/>
    <w:rsid w:val="008846BE"/>
    <w:rsid w:val="008C2493"/>
    <w:rsid w:val="00A8650D"/>
    <w:rsid w:val="00C1213E"/>
    <w:rsid w:val="00CF4197"/>
    <w:rsid w:val="00D02327"/>
    <w:rsid w:val="00D2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7E43E4AB6AF498CBD4A91EF3D709065">
    <w:name w:val="A7E43E4AB6AF498CBD4A91EF3D709065"/>
    <w:pPr>
      <w:widowControl w:val="0"/>
      <w:jc w:val="both"/>
    </w:pPr>
  </w:style>
  <w:style w:type="paragraph" w:customStyle="1" w:styleId="663CA9BF5D1E483D8871630B588A9DB5">
    <w:name w:val="663CA9BF5D1E483D8871630B588A9DB5"/>
    <w:pPr>
      <w:widowControl w:val="0"/>
      <w:jc w:val="both"/>
    </w:pPr>
  </w:style>
  <w:style w:type="paragraph" w:customStyle="1" w:styleId="FE0E0180475C40EA84DCE8A673202CCD">
    <w:name w:val="FE0E0180475C40EA84DCE8A673202CCD"/>
    <w:pPr>
      <w:widowControl w:val="0"/>
      <w:jc w:val="both"/>
    </w:pPr>
  </w:style>
  <w:style w:type="paragraph" w:customStyle="1" w:styleId="C6C5CF9082F849319D99B8A4BCAB0B3F">
    <w:name w:val="C6C5CF9082F849319D99B8A4BCAB0B3F"/>
    <w:pPr>
      <w:widowControl w:val="0"/>
      <w:jc w:val="both"/>
    </w:pPr>
  </w:style>
  <w:style w:type="character" w:styleId="Emphasis">
    <w:name w:val="Emphasis"/>
    <w:basedOn w:val="DefaultParagraphFont"/>
    <w:uiPriority w:val="2"/>
    <w:unhideWhenUsed/>
    <w:qFormat/>
    <w:rPr>
      <w:color w:val="5B9BD5" w:themeColor="accent1"/>
    </w:rPr>
  </w:style>
  <w:style w:type="paragraph" w:customStyle="1" w:styleId="3A86DE7A55B64303A74043580C67ECCC">
    <w:name w:val="3A86DE7A55B64303A74043580C67ECCC"/>
    <w:pPr>
      <w:widowControl w:val="0"/>
      <w:jc w:val="both"/>
    </w:pPr>
  </w:style>
  <w:style w:type="paragraph" w:customStyle="1" w:styleId="1E75B54CD04F41F9A094BF106C666B39">
    <w:name w:val="1E75B54CD04F41F9A094BF106C666B39"/>
    <w:pPr>
      <w:widowControl w:val="0"/>
      <w:jc w:val="both"/>
    </w:pPr>
  </w:style>
  <w:style w:type="paragraph" w:customStyle="1" w:styleId="DE0D98FB55B34BC2A2ECC98B21A18DB4">
    <w:name w:val="DE0D98FB55B34BC2A2ECC98B21A18DB4"/>
    <w:pPr>
      <w:widowControl w:val="0"/>
      <w:jc w:val="both"/>
    </w:pPr>
  </w:style>
  <w:style w:type="paragraph" w:customStyle="1" w:styleId="ResumeText">
    <w:name w:val="Resume Text"/>
    <w:basedOn w:val="Normal"/>
    <w:qFormat/>
    <w:pPr>
      <w:widowControl/>
      <w:spacing w:before="40" w:after="40" w:line="288" w:lineRule="auto"/>
      <w:ind w:right="1440"/>
      <w:jc w:val="left"/>
    </w:pPr>
    <w:rPr>
      <w:color w:val="595959" w:themeColor="text1" w:themeTint="A6"/>
      <w:kern w:val="20"/>
      <w:sz w:val="20"/>
      <w:lang w:eastAsia="en-US"/>
    </w:rPr>
  </w:style>
  <w:style w:type="paragraph" w:customStyle="1" w:styleId="7F9FD263B51247FE8273F2F28D68EE70">
    <w:name w:val="7F9FD263B51247FE8273F2F28D68EE70"/>
    <w:pPr>
      <w:widowControl w:val="0"/>
      <w:jc w:val="both"/>
    </w:pPr>
  </w:style>
  <w:style w:type="character" w:styleId="PlaceholderText">
    <w:name w:val="Placeholder Text"/>
    <w:basedOn w:val="DefaultParagraphFont"/>
    <w:uiPriority w:val="99"/>
    <w:semiHidden/>
    <w:rsid w:val="008846BE"/>
    <w:rPr>
      <w:color w:val="808080"/>
    </w:rPr>
  </w:style>
  <w:style w:type="paragraph" w:customStyle="1" w:styleId="F75519D53D9C4B2BBE69F9D3EBFF618D">
    <w:name w:val="F75519D53D9C4B2BBE69F9D3EBFF618D"/>
    <w:pPr>
      <w:widowControl w:val="0"/>
      <w:jc w:val="both"/>
    </w:pPr>
  </w:style>
  <w:style w:type="paragraph" w:customStyle="1" w:styleId="4E3828BD9461474BBDCF0690312EA959">
    <w:name w:val="4E3828BD9461474BBDCF0690312EA959"/>
    <w:pPr>
      <w:widowControl w:val="0"/>
      <w:jc w:val="both"/>
    </w:pPr>
  </w:style>
  <w:style w:type="paragraph" w:customStyle="1" w:styleId="D18358E07E8B4091919565595CF8A0FB">
    <w:name w:val="D18358E07E8B4091919565595CF8A0FB"/>
    <w:pPr>
      <w:widowControl w:val="0"/>
      <w:jc w:val="both"/>
    </w:pPr>
  </w:style>
  <w:style w:type="paragraph" w:customStyle="1" w:styleId="F7D795F803464476B2922C699D945C88">
    <w:name w:val="F7D795F803464476B2922C699D945C88"/>
    <w:pPr>
      <w:widowControl w:val="0"/>
      <w:jc w:val="both"/>
    </w:pPr>
  </w:style>
  <w:style w:type="paragraph" w:customStyle="1" w:styleId="B1B6325A03AC4F07ABEE8035FD8AF90B">
    <w:name w:val="B1B6325A03AC4F07ABEE8035FD8AF90B"/>
    <w:pPr>
      <w:widowControl w:val="0"/>
      <w:jc w:val="both"/>
    </w:pPr>
  </w:style>
  <w:style w:type="paragraph" w:customStyle="1" w:styleId="1C414E1EABCE41E8A65972F9E8F57F81">
    <w:name w:val="1C414E1EABCE41E8A65972F9E8F57F81"/>
    <w:pPr>
      <w:widowControl w:val="0"/>
      <w:jc w:val="both"/>
    </w:pPr>
  </w:style>
  <w:style w:type="paragraph" w:customStyle="1" w:styleId="35E654E58DA04DC3A38153350A4B9C03">
    <w:name w:val="35E654E58DA04DC3A38153350A4B9C03"/>
    <w:pPr>
      <w:widowControl w:val="0"/>
      <w:jc w:val="both"/>
    </w:pPr>
  </w:style>
  <w:style w:type="paragraph" w:customStyle="1" w:styleId="2084E46C232746B789674274F0DF126B">
    <w:name w:val="2084E46C232746B789674274F0DF126B"/>
    <w:pPr>
      <w:widowControl w:val="0"/>
      <w:jc w:val="both"/>
    </w:pPr>
  </w:style>
  <w:style w:type="paragraph" w:customStyle="1" w:styleId="7F9463A21D4743E7A4EE5AE543F699F4">
    <w:name w:val="7F9463A21D4743E7A4EE5AE543F699F4"/>
    <w:pPr>
      <w:widowControl w:val="0"/>
      <w:jc w:val="both"/>
    </w:pPr>
  </w:style>
  <w:style w:type="paragraph" w:customStyle="1" w:styleId="634A87DE730E4C33989170A98C48FC43">
    <w:name w:val="634A87DE730E4C33989170A98C48FC43"/>
    <w:pPr>
      <w:widowControl w:val="0"/>
      <w:jc w:val="both"/>
    </w:pPr>
  </w:style>
  <w:style w:type="paragraph" w:customStyle="1" w:styleId="5B0AB3DD3C3C443C9807DB9008367D3E">
    <w:name w:val="5B0AB3DD3C3C443C9807DB9008367D3E"/>
    <w:pPr>
      <w:widowControl w:val="0"/>
      <w:jc w:val="both"/>
    </w:pPr>
  </w:style>
  <w:style w:type="paragraph" w:customStyle="1" w:styleId="0C95631E08124121B6CE712485FA1B44">
    <w:name w:val="0C95631E08124121B6CE712485FA1B44"/>
    <w:rsid w:val="008846BE"/>
    <w:pPr>
      <w:widowControl w:val="0"/>
      <w:jc w:val="both"/>
    </w:pPr>
  </w:style>
  <w:style w:type="paragraph" w:customStyle="1" w:styleId="26452D778F2F4A6E8BBA73A8E9A2B26F">
    <w:name w:val="26452D778F2F4A6E8BBA73A8E9A2B26F"/>
    <w:rsid w:val="008846BE"/>
    <w:pPr>
      <w:widowControl w:val="0"/>
      <w:jc w:val="both"/>
    </w:pPr>
  </w:style>
  <w:style w:type="paragraph" w:customStyle="1" w:styleId="0BAC6924FE124D488D96E3394239AF39">
    <w:name w:val="0BAC6924FE124D488D96E3394239AF39"/>
    <w:rsid w:val="008846BE"/>
    <w:pPr>
      <w:widowControl w:val="0"/>
      <w:jc w:val="both"/>
    </w:pPr>
  </w:style>
  <w:style w:type="paragraph" w:customStyle="1" w:styleId="EA991CEB8A924713BC8081D2F81351FC">
    <w:name w:val="EA991CEB8A924713BC8081D2F81351FC"/>
    <w:rsid w:val="008846BE"/>
    <w:pPr>
      <w:widowControl w:val="0"/>
      <w:jc w:val="both"/>
    </w:pPr>
  </w:style>
  <w:style w:type="paragraph" w:customStyle="1" w:styleId="4374DC2109D646A483C7321D4B996812">
    <w:name w:val="4374DC2109D646A483C7321D4B996812"/>
    <w:rsid w:val="008846BE"/>
    <w:pPr>
      <w:widowControl w:val="0"/>
      <w:jc w:val="both"/>
    </w:pPr>
  </w:style>
  <w:style w:type="paragraph" w:customStyle="1" w:styleId="2FD78F01887549E7855456AA1530E0BA">
    <w:name w:val="2FD78F01887549E7855456AA1530E0BA"/>
    <w:rsid w:val="008846BE"/>
    <w:pPr>
      <w:widowControl w:val="0"/>
      <w:jc w:val="both"/>
    </w:pPr>
  </w:style>
  <w:style w:type="paragraph" w:customStyle="1" w:styleId="64F15AA062784FB8B6A37270BA322861">
    <w:name w:val="64F15AA062784FB8B6A37270BA322861"/>
    <w:rsid w:val="008846BE"/>
    <w:pPr>
      <w:widowControl w:val="0"/>
      <w:jc w:val="both"/>
    </w:pPr>
  </w:style>
  <w:style w:type="paragraph" w:customStyle="1" w:styleId="0B9397B5BE774D499F7BB86C2E4B15FB">
    <w:name w:val="0B9397B5BE774D499F7BB86C2E4B15FB"/>
    <w:rsid w:val="008846BE"/>
    <w:pPr>
      <w:widowControl w:val="0"/>
      <w:jc w:val="both"/>
    </w:pPr>
  </w:style>
  <w:style w:type="paragraph" w:customStyle="1" w:styleId="2AD0CCEA84694D34ADDAE9916D193AB0">
    <w:name w:val="2AD0CCEA84694D34ADDAE9916D193AB0"/>
    <w:rsid w:val="008846BE"/>
    <w:pPr>
      <w:widowControl w:val="0"/>
      <w:jc w:val="both"/>
    </w:pPr>
  </w:style>
  <w:style w:type="paragraph" w:customStyle="1" w:styleId="5011674BF96A483CAC100B37301B55BC">
    <w:name w:val="5011674BF96A483CAC100B37301B55BC"/>
    <w:rsid w:val="008846BE"/>
    <w:pPr>
      <w:widowControl w:val="0"/>
      <w:jc w:val="both"/>
    </w:pPr>
  </w:style>
  <w:style w:type="paragraph" w:customStyle="1" w:styleId="75800A85FE954EB0A144360D7BAACC22">
    <w:name w:val="75800A85FE954EB0A144360D7BAACC22"/>
    <w:rsid w:val="008846BE"/>
    <w:pPr>
      <w:widowControl w:val="0"/>
      <w:jc w:val="both"/>
    </w:pPr>
  </w:style>
  <w:style w:type="paragraph" w:customStyle="1" w:styleId="105DFA5DBBF4405A836F1280499AAF9F">
    <w:name w:val="105DFA5DBBF4405A836F1280499AAF9F"/>
    <w:rsid w:val="008846BE"/>
    <w:pPr>
      <w:widowControl w:val="0"/>
      <w:jc w:val="both"/>
    </w:pPr>
  </w:style>
  <w:style w:type="paragraph" w:customStyle="1" w:styleId="25ACD42864644380AF04F3F10239F38F">
    <w:name w:val="25ACD42864644380AF04F3F10239F38F"/>
    <w:rsid w:val="008846BE"/>
    <w:pPr>
      <w:widowControl w:val="0"/>
      <w:jc w:val="both"/>
    </w:pPr>
  </w:style>
  <w:style w:type="paragraph" w:customStyle="1" w:styleId="2A3E2D4431824CDDA6D96BC115659196">
    <w:name w:val="2A3E2D4431824CDDA6D96BC115659196"/>
    <w:rsid w:val="008846BE"/>
    <w:pPr>
      <w:widowControl w:val="0"/>
      <w:jc w:val="both"/>
    </w:pPr>
  </w:style>
  <w:style w:type="paragraph" w:customStyle="1" w:styleId="C0ED026B9E3A48619AF7E9B3C7A78179">
    <w:name w:val="C0ED026B9E3A48619AF7E9B3C7A78179"/>
    <w:rsid w:val="008846BE"/>
    <w:pPr>
      <w:widowControl w:val="0"/>
      <w:jc w:val="both"/>
    </w:pPr>
  </w:style>
  <w:style w:type="paragraph" w:customStyle="1" w:styleId="36AF1BE6462D47FEAACA39186A5D3BD1">
    <w:name w:val="36AF1BE6462D47FEAACA39186A5D3BD1"/>
    <w:rsid w:val="008846B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>3F NAMSANSQUARE B/D 173 TOEGYERO JUNGGU SEOUL KOR</CompanyAddress>
  <CompanyPhone>02-750-7800</CompanyPhone>
  <CompanyFax/>
  <CompanyEmail>		nansansquarecenter@visaforchina.org</CompanyEmail>
</CoverPageProperties>
</file>

<file path=customXml/item2.xml><?xml version="1.0"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3D17F4-19FE-46D4-A33E-254239FBFA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TimelessResume</Template>
  <TotalTime>21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여행 일정표 ( Travel Schedule)</dc:creator>
  <cp:keywords>                                                                                                                                                                               Chinese visa Application Service Center</cp:keywords>
  <cp:lastModifiedBy>HP36-PC</cp:lastModifiedBy>
  <cp:revision>11</cp:revision>
  <cp:lastPrinted>2018-11-27T01:37:00Z</cp:lastPrinted>
  <dcterms:created xsi:type="dcterms:W3CDTF">2017-12-06T07:11:00Z</dcterms:created>
  <dcterms:modified xsi:type="dcterms:W3CDTF">2018-12-13T03:24:00Z</dcterms:modified>
  <cp:category>                                                                                                                                                                                                                                                 04554</cp:category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TC028350579991</vt:lpwstr>
  </property>
</Properties>
</file>